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40"/>
        <w:tblW w:w="11536" w:type="dxa"/>
        <w:tblLook w:val="00A0"/>
      </w:tblPr>
      <w:tblGrid>
        <w:gridCol w:w="820"/>
        <w:gridCol w:w="576"/>
        <w:gridCol w:w="920"/>
        <w:gridCol w:w="2760"/>
        <w:gridCol w:w="3980"/>
        <w:gridCol w:w="1400"/>
        <w:gridCol w:w="1080"/>
      </w:tblGrid>
      <w:tr w:rsidR="00626049" w:rsidRPr="00B947A4" w:rsidTr="001B05FE">
        <w:trPr>
          <w:trHeight w:val="2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bookmarkStart w:id="0" w:name="_GoBack"/>
            <w:bookmarkEnd w:id="0"/>
            <w:r w:rsidRPr="001B05FE">
              <w:rPr>
                <w:rFonts w:cs="Calibri"/>
                <w:b/>
                <w:bCs/>
                <w:color w:val="000000"/>
              </w:rPr>
              <w:t>Pallet #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B05FE">
              <w:rPr>
                <w:rFonts w:cs="Calibri"/>
                <w:b/>
                <w:bCs/>
                <w:color w:val="000000"/>
              </w:rPr>
              <w:t>DCS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B05FE">
              <w:rPr>
                <w:rFonts w:cs="Calibri"/>
                <w:b/>
                <w:bCs/>
                <w:color w:val="000000"/>
              </w:rPr>
              <w:t>Item A #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B05FE">
              <w:rPr>
                <w:rFonts w:cs="Calibri"/>
                <w:b/>
                <w:bCs/>
                <w:color w:val="000000"/>
              </w:rPr>
              <w:t>Item A ALU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B05FE">
              <w:rPr>
                <w:rFonts w:cs="Calibri"/>
                <w:b/>
                <w:bCs/>
                <w:color w:val="000000"/>
              </w:rPr>
              <w:t>Item A Desc 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B05FE">
              <w:rPr>
                <w:rFonts w:cs="Calibri"/>
                <w:b/>
                <w:bCs/>
                <w:color w:val="000000"/>
              </w:rPr>
              <w:t xml:space="preserve"> Size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1B05FE">
              <w:rPr>
                <w:rFonts w:cs="Calibri"/>
                <w:b/>
                <w:bCs/>
                <w:color w:val="000000"/>
              </w:rPr>
              <w:t>Item A Qty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3680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3680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2980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3880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3350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3880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2390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3820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3675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3950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3560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STS-YTH-GLXY-TR-T-YL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Yth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YL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3670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3780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3895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19241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STS-GRL-PURP-HI-L-YL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Yth Character High Low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YL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2930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20175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STS-WMS-GLXY-T-S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Wmns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3900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20179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STS-WMS-GLXY-T-XL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Wmns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2940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20178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STS-WMS-GLXY-T-L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Wmns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3870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20108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STS-YTH-GLXY-HD-YL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Yth Galaxy Tour Hoodie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YL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3780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20107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STS-YTH-GLXY-HD-YM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Yth Galaxy Tour Hoodie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YM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3990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3780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STS-GALXY-TOUR-T-YL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Yth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YL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2970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98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3975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2750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2645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2975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2935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L plus X 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2950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3675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3290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19235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STS-GALXY-TOUR-T-XXL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STS Galaxy Tour Tee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XXL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3890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 xml:space="preserve">total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160895</w:t>
            </w:r>
          </w:p>
        </w:tc>
      </w:tr>
      <w:tr w:rsidR="00626049" w:rsidRPr="00B947A4" w:rsidTr="001B05FE">
        <w:trPr>
          <w:trHeight w:val="29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26049" w:rsidRPr="001B05FE" w:rsidRDefault="00626049" w:rsidP="001B05F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1B05FE">
              <w:rPr>
                <w:rFonts w:cs="Calibri"/>
                <w:color w:val="000000"/>
              </w:rPr>
              <w:t> </w:t>
            </w:r>
          </w:p>
        </w:tc>
      </w:tr>
    </w:tbl>
    <w:p w:rsidR="00626049" w:rsidRDefault="00626049"/>
    <w:sectPr w:rsidR="00626049" w:rsidSect="00B13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049" w:rsidRDefault="00626049" w:rsidP="00827175">
      <w:pPr>
        <w:spacing w:after="0" w:line="240" w:lineRule="auto"/>
      </w:pPr>
      <w:r>
        <w:separator/>
      </w:r>
    </w:p>
  </w:endnote>
  <w:endnote w:type="continuationSeparator" w:id="0">
    <w:p w:rsidR="00626049" w:rsidRDefault="00626049" w:rsidP="0082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049" w:rsidRDefault="0062604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049" w:rsidRDefault="0062604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049" w:rsidRDefault="006260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049" w:rsidRDefault="00626049" w:rsidP="00827175">
      <w:pPr>
        <w:spacing w:after="0" w:line="240" w:lineRule="auto"/>
      </w:pPr>
      <w:r>
        <w:separator/>
      </w:r>
    </w:p>
  </w:footnote>
  <w:footnote w:type="continuationSeparator" w:id="0">
    <w:p w:rsidR="00626049" w:rsidRDefault="00626049" w:rsidP="00827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049" w:rsidRDefault="0062604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049" w:rsidRDefault="0062604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049" w:rsidRDefault="0062604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5FE"/>
    <w:rsid w:val="001B05FE"/>
    <w:rsid w:val="003A1A17"/>
    <w:rsid w:val="00626049"/>
    <w:rsid w:val="00743378"/>
    <w:rsid w:val="00827175"/>
    <w:rsid w:val="00917B66"/>
    <w:rsid w:val="00A40A2B"/>
    <w:rsid w:val="00A85E52"/>
    <w:rsid w:val="00B13C29"/>
    <w:rsid w:val="00B947A4"/>
    <w:rsid w:val="00BB4052"/>
    <w:rsid w:val="00D2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C29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27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2717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27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2717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31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481</Words>
  <Characters>2395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2017-04-09T12:39:00Z</dcterms:created>
  <dcterms:modified xsi:type="dcterms:W3CDTF">2017-04-10T07:53:00Z</dcterms:modified>
</cp:coreProperties>
</file>